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0D" w:rsidRDefault="00B4390D" w:rsidP="00D711CD">
      <w:pPr>
        <w:pStyle w:val="BodyText"/>
        <w:ind w:right="279"/>
        <w:jc w:val="left"/>
        <w:rPr>
          <w:rFonts w:ascii="Times New Roman" w:hAnsi="Times New Roman" w:cs="Times New Roman"/>
          <w:b w:val="0"/>
          <w:bCs w:val="0"/>
        </w:rPr>
      </w:pPr>
    </w:p>
    <w:p w:rsidR="00B4390D" w:rsidRDefault="00B4390D" w:rsidP="00D711CD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РЕЦЕНЗІЯ</w:t>
      </w:r>
    </w:p>
    <w:p w:rsidR="00B4390D" w:rsidRDefault="00B4390D" w:rsidP="00D711CD">
      <w:pPr>
        <w:pStyle w:val="BodyText"/>
        <w:ind w:right="279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4B0AA7">
        <w:rPr>
          <w:rFonts w:ascii="Times New Roman" w:hAnsi="Times New Roman" w:cs="Times New Roman"/>
        </w:rPr>
        <w:t>на наукову роботу</w:t>
      </w:r>
      <w:r>
        <w:rPr>
          <w:rFonts w:ascii="Times New Roman" w:hAnsi="Times New Roman" w:cs="Times New Roman"/>
          <w:b w:val="0"/>
          <w:bCs w:val="0"/>
        </w:rPr>
        <w:t>«</w:t>
      </w:r>
      <w:r>
        <w:rPr>
          <w:rFonts w:ascii="Times New Roman" w:hAnsi="Times New Roman" w:cs="Times New Roman"/>
          <w:b w:val="0"/>
          <w:bCs w:val="0"/>
          <w:lang w:val="en-US"/>
        </w:rPr>
        <w:t>victoria</w:t>
      </w:r>
      <w:r>
        <w:rPr>
          <w:rFonts w:ascii="Times New Roman" w:hAnsi="Times New Roman" w:cs="Times New Roman"/>
          <w:b w:val="0"/>
          <w:bCs w:val="0"/>
        </w:rPr>
        <w:t>», представленуна Конкурс</w:t>
      </w:r>
    </w:p>
    <w:p w:rsidR="00B4390D" w:rsidRPr="007773CC" w:rsidRDefault="00B4390D" w:rsidP="007773CC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bookmarkStart w:id="0" w:name="_Hlk509643529"/>
      <w:r>
        <w:rPr>
          <w:rFonts w:ascii="Times New Roman" w:hAnsi="Times New Roman" w:cs="Times New Roman"/>
          <w:b w:val="0"/>
          <w:bCs w:val="0"/>
        </w:rPr>
        <w:t>вг</w:t>
      </w:r>
      <w:r w:rsidRPr="007773CC">
        <w:rPr>
          <w:rFonts w:ascii="Times New Roman" w:hAnsi="Times New Roman" w:cs="Times New Roman"/>
          <w:b w:val="0"/>
          <w:bCs w:val="0"/>
        </w:rPr>
        <w:t>алуз</w:t>
      </w:r>
      <w:r>
        <w:rPr>
          <w:rFonts w:ascii="Times New Roman" w:hAnsi="Times New Roman" w:cs="Times New Roman"/>
          <w:b w:val="0"/>
          <w:bCs w:val="0"/>
        </w:rPr>
        <w:t>і</w:t>
      </w:r>
      <w:r w:rsidRPr="007773CC">
        <w:rPr>
          <w:rFonts w:ascii="Times New Roman" w:hAnsi="Times New Roman" w:cs="Times New Roman"/>
          <w:b w:val="0"/>
          <w:bCs w:val="0"/>
        </w:rPr>
        <w:t xml:space="preserve"> знань «Гуманітарні науки»</w:t>
      </w:r>
      <w:r>
        <w:rPr>
          <w:rFonts w:ascii="Times New Roman" w:hAnsi="Times New Roman" w:cs="Times New Roman"/>
          <w:b w:val="0"/>
          <w:bCs w:val="0"/>
        </w:rPr>
        <w:t>,</w:t>
      </w:r>
    </w:p>
    <w:p w:rsidR="00B4390D" w:rsidRDefault="00B4390D" w:rsidP="007773CC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</w:t>
      </w:r>
      <w:r w:rsidRPr="007773CC">
        <w:rPr>
          <w:rFonts w:ascii="Times New Roman" w:hAnsi="Times New Roman" w:cs="Times New Roman"/>
          <w:b w:val="0"/>
          <w:bCs w:val="0"/>
        </w:rPr>
        <w:t>пеціальність «Історія та археологія»</w:t>
      </w:r>
    </w:p>
    <w:bookmarkEnd w:id="0"/>
    <w:p w:rsidR="00B4390D" w:rsidRPr="0070250D" w:rsidRDefault="00B4390D" w:rsidP="00D711CD">
      <w:pPr>
        <w:ind w:right="279"/>
        <w:rPr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B4390D" w:rsidRPr="001D3639" w:rsidRDefault="00B4390D" w:rsidP="00D711CD">
      <w:pPr>
        <w:ind w:right="279"/>
        <w:rPr>
          <w:sz w:val="20"/>
          <w:szCs w:val="20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-8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Бали</w:t>
            </w: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B4390D" w:rsidRPr="00670E8C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6</w:t>
            </w: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B4390D" w:rsidRPr="00E264B2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B4390D" w:rsidRPr="00670E8C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9</w:t>
            </w: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B4390D" w:rsidRPr="00E264B2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8</w:t>
            </w: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  <w:vAlign w:val="bottom"/>
          </w:tcPr>
          <w:p w:rsidR="00B4390D" w:rsidRPr="00D711CD" w:rsidRDefault="00B4390D" w:rsidP="00A50C0D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–</w:t>
            </w: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B4390D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B4390D" w:rsidRPr="00E264B2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B4390D" w:rsidRPr="00E264B2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8</w:t>
            </w: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B4390D" w:rsidRPr="00E264B2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8</w:t>
            </w:r>
          </w:p>
        </w:tc>
      </w:tr>
      <w:tr w:rsidR="00B4390D" w:rsidRPr="00E07F0C">
        <w:tc>
          <w:tcPr>
            <w:tcW w:w="828" w:type="dxa"/>
          </w:tcPr>
          <w:p w:rsidR="00B4390D" w:rsidRPr="00D711CD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B4390D" w:rsidRPr="00D711CD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B4390D" w:rsidRPr="00E264B2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16</w:t>
            </w: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-108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роботи мало стосується заявленої теми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4390D" w:rsidRPr="00E07F0C">
        <w:tc>
          <w:tcPr>
            <w:tcW w:w="828" w:type="dxa"/>
          </w:tcPr>
          <w:p w:rsidR="00B4390D" w:rsidRDefault="00B4390D" w:rsidP="00F877A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B4390D" w:rsidRPr="00A67D31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змісті роботи не завжди показано результативність методів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Тему доцільно було розглянути з позицій соціальної історії. Варто було змоделювати основні форми і методи виживання різних соціальних верств населення, а також ставлення їх до окупаційної нацистської влади.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4390D" w:rsidRPr="00E07F0C">
        <w:tc>
          <w:tcPr>
            <w:tcW w:w="828" w:type="dxa"/>
          </w:tcPr>
          <w:p w:rsidR="00B4390D" w:rsidRDefault="00B4390D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B4390D" w:rsidRPr="00A50C0D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Не дано характеристики джерельної бази. 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4390D" w:rsidRPr="00E07F0C">
        <w:tc>
          <w:tcPr>
            <w:tcW w:w="828" w:type="dxa"/>
          </w:tcPr>
          <w:p w:rsidR="00B4390D" w:rsidRDefault="00B4390D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B4390D" w:rsidRPr="00A50C0D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4390D" w:rsidRPr="00E07F0C">
        <w:tc>
          <w:tcPr>
            <w:tcW w:w="828" w:type="dxa"/>
          </w:tcPr>
          <w:p w:rsidR="00B4390D" w:rsidRDefault="00B4390D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 бібліографічному списку не виокремлено джерела і літературу. Бібліографічний опис подано не за останнім стандартом ДСТУ 8302.15.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4390D" w:rsidRPr="00E07F0C">
        <w:tc>
          <w:tcPr>
            <w:tcW w:w="828" w:type="dxa"/>
          </w:tcPr>
          <w:p w:rsidR="00B4390D" w:rsidRDefault="00B4390D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 роботі не використано жодної публікації за 2013–2017 рр. Відсутні теоретичні твори з історії щоденного життя та мікроісторії.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4390D" w:rsidRPr="00E07F0C">
        <w:tc>
          <w:tcPr>
            <w:tcW w:w="828" w:type="dxa"/>
          </w:tcPr>
          <w:p w:rsidR="00B4390D" w:rsidRPr="004B0AA7" w:rsidRDefault="00B4390D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 роботі викладено основні події, не подано їх аналізу. Відсутні рефлексії щодо достовірності даних використаних джерел.</w:t>
            </w:r>
          </w:p>
        </w:tc>
        <w:tc>
          <w:tcPr>
            <w:tcW w:w="1980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4390D" w:rsidRPr="00E07F0C">
        <w:tc>
          <w:tcPr>
            <w:tcW w:w="8928" w:type="dxa"/>
            <w:gridSpan w:val="3"/>
          </w:tcPr>
          <w:p w:rsidR="00B4390D" w:rsidRPr="004B0AA7" w:rsidRDefault="00B4390D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B4390D" w:rsidRPr="004B0AA7" w:rsidRDefault="00B4390D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73</w:t>
            </w:r>
          </w:p>
        </w:tc>
      </w:tr>
    </w:tbl>
    <w:p w:rsidR="00B4390D" w:rsidRDefault="00B4390D" w:rsidP="00D711CD">
      <w:pPr>
        <w:pStyle w:val="BodyText"/>
        <w:ind w:left="-180" w:right="279"/>
        <w:jc w:val="left"/>
        <w:rPr>
          <w:rFonts w:ascii="Times New Roman" w:hAnsi="Times New Roman" w:cs="Times New Roman"/>
          <w:b w:val="0"/>
          <w:bCs w:val="0"/>
        </w:rPr>
      </w:pPr>
    </w:p>
    <w:sectPr w:rsidR="00B4390D" w:rsidSect="00A31165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90D" w:rsidRDefault="00B4390D">
      <w:r>
        <w:separator/>
      </w:r>
    </w:p>
  </w:endnote>
  <w:endnote w:type="continuationSeparator" w:id="1">
    <w:p w:rsidR="00B4390D" w:rsidRDefault="00B43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90D" w:rsidRDefault="00B4390D">
      <w:r>
        <w:separator/>
      </w:r>
    </w:p>
  </w:footnote>
  <w:footnote w:type="continuationSeparator" w:id="1">
    <w:p w:rsidR="00B4390D" w:rsidRDefault="00B439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656"/>
    <w:rsid w:val="0003370E"/>
    <w:rsid w:val="000415A5"/>
    <w:rsid w:val="00074E4E"/>
    <w:rsid w:val="00095574"/>
    <w:rsid w:val="000A4DF5"/>
    <w:rsid w:val="000A604E"/>
    <w:rsid w:val="000C05BA"/>
    <w:rsid w:val="000D01D0"/>
    <w:rsid w:val="000E387A"/>
    <w:rsid w:val="00100C3A"/>
    <w:rsid w:val="00104328"/>
    <w:rsid w:val="00110E85"/>
    <w:rsid w:val="00171D72"/>
    <w:rsid w:val="001D3639"/>
    <w:rsid w:val="001E5594"/>
    <w:rsid w:val="00205386"/>
    <w:rsid w:val="00215D19"/>
    <w:rsid w:val="00222F47"/>
    <w:rsid w:val="002249CB"/>
    <w:rsid w:val="002309C4"/>
    <w:rsid w:val="00263370"/>
    <w:rsid w:val="002904ED"/>
    <w:rsid w:val="002B317A"/>
    <w:rsid w:val="002D53E2"/>
    <w:rsid w:val="002D6414"/>
    <w:rsid w:val="002E7350"/>
    <w:rsid w:val="003010D0"/>
    <w:rsid w:val="003262FB"/>
    <w:rsid w:val="00342C06"/>
    <w:rsid w:val="00370266"/>
    <w:rsid w:val="00375656"/>
    <w:rsid w:val="003B084C"/>
    <w:rsid w:val="003C72AE"/>
    <w:rsid w:val="004373CE"/>
    <w:rsid w:val="004B0AA7"/>
    <w:rsid w:val="004C332C"/>
    <w:rsid w:val="004D62EC"/>
    <w:rsid w:val="005017B6"/>
    <w:rsid w:val="00582657"/>
    <w:rsid w:val="00595A6A"/>
    <w:rsid w:val="005A0A5F"/>
    <w:rsid w:val="005C18B1"/>
    <w:rsid w:val="005C3070"/>
    <w:rsid w:val="005C4CD9"/>
    <w:rsid w:val="005C6EC7"/>
    <w:rsid w:val="00604FC9"/>
    <w:rsid w:val="00670E8C"/>
    <w:rsid w:val="00671C1B"/>
    <w:rsid w:val="00687900"/>
    <w:rsid w:val="006F17BD"/>
    <w:rsid w:val="00702253"/>
    <w:rsid w:val="0070250D"/>
    <w:rsid w:val="00731739"/>
    <w:rsid w:val="007773CC"/>
    <w:rsid w:val="007840CA"/>
    <w:rsid w:val="007E3D1F"/>
    <w:rsid w:val="00824F1C"/>
    <w:rsid w:val="00835F55"/>
    <w:rsid w:val="008622DD"/>
    <w:rsid w:val="008626AD"/>
    <w:rsid w:val="008627E8"/>
    <w:rsid w:val="00884F0F"/>
    <w:rsid w:val="008C77D2"/>
    <w:rsid w:val="008D5012"/>
    <w:rsid w:val="008F2C4C"/>
    <w:rsid w:val="009D138B"/>
    <w:rsid w:val="00A252A8"/>
    <w:rsid w:val="00A26DB6"/>
    <w:rsid w:val="00A31165"/>
    <w:rsid w:val="00A50C0D"/>
    <w:rsid w:val="00A5680F"/>
    <w:rsid w:val="00A67D31"/>
    <w:rsid w:val="00AD724E"/>
    <w:rsid w:val="00B11F05"/>
    <w:rsid w:val="00B4390D"/>
    <w:rsid w:val="00BC36BC"/>
    <w:rsid w:val="00BF731A"/>
    <w:rsid w:val="00C14F70"/>
    <w:rsid w:val="00C21B7F"/>
    <w:rsid w:val="00C44405"/>
    <w:rsid w:val="00C7185F"/>
    <w:rsid w:val="00C768F6"/>
    <w:rsid w:val="00D01CEE"/>
    <w:rsid w:val="00D32652"/>
    <w:rsid w:val="00D5791A"/>
    <w:rsid w:val="00D711CD"/>
    <w:rsid w:val="00D7783A"/>
    <w:rsid w:val="00D941CF"/>
    <w:rsid w:val="00D96905"/>
    <w:rsid w:val="00DB0D49"/>
    <w:rsid w:val="00DB14FD"/>
    <w:rsid w:val="00DB7760"/>
    <w:rsid w:val="00DC42E2"/>
    <w:rsid w:val="00E04CCB"/>
    <w:rsid w:val="00E068EB"/>
    <w:rsid w:val="00E07F0C"/>
    <w:rsid w:val="00E254C6"/>
    <w:rsid w:val="00E264B2"/>
    <w:rsid w:val="00E90887"/>
    <w:rsid w:val="00E93EFC"/>
    <w:rsid w:val="00E96DE8"/>
    <w:rsid w:val="00EA170F"/>
    <w:rsid w:val="00EB763F"/>
    <w:rsid w:val="00ED501A"/>
    <w:rsid w:val="00F41DD7"/>
    <w:rsid w:val="00F67262"/>
    <w:rsid w:val="00F71C96"/>
    <w:rsid w:val="00F877A9"/>
    <w:rsid w:val="00F935E6"/>
    <w:rsid w:val="00FA2B1A"/>
    <w:rsid w:val="00FC4CC4"/>
    <w:rsid w:val="00FD76DD"/>
    <w:rsid w:val="00FE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1CD"/>
    <w:rPr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A170F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75656"/>
    <w:rPr>
      <w:rFonts w:ascii="Arial" w:hAnsi="Arial" w:cs="Arial"/>
      <w:b/>
      <w:bCs/>
      <w:sz w:val="26"/>
      <w:szCs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75656"/>
    <w:rPr>
      <w:rFonts w:eastAsia="Times New Roman"/>
      <w:b/>
      <w:bCs/>
      <w:sz w:val="28"/>
      <w:szCs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75656"/>
    <w:rPr>
      <w:b/>
      <w:bCs/>
      <w:i/>
      <w:iCs/>
      <w:sz w:val="26"/>
      <w:szCs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A170F"/>
    <w:rPr>
      <w:rFonts w:ascii="Calibri" w:hAnsi="Calibri" w:cs="Calibri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375656"/>
    <w:pPr>
      <w:jc w:val="center"/>
    </w:pPr>
    <w:rPr>
      <w:rFonts w:ascii="Calibri" w:hAnsi="Calibri" w:cs="Calibri"/>
      <w:b/>
      <w:bCs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5656"/>
    <w:rPr>
      <w:rFonts w:ascii="Calibri" w:hAnsi="Calibri" w:cs="Calibri"/>
      <w:b/>
      <w:bCs/>
      <w:sz w:val="28"/>
      <w:szCs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 w:cs="Calibri"/>
      <w:sz w:val="28"/>
      <w:szCs w:val="28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5656"/>
    <w:rPr>
      <w:rFonts w:ascii="Calibri" w:hAnsi="Calibri" w:cs="Calibri"/>
      <w:sz w:val="28"/>
      <w:szCs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375656"/>
    <w:rPr>
      <w:rFonts w:ascii="Calibri" w:hAnsi="Calibri" w:cs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75656"/>
    <w:rPr>
      <w:rFonts w:ascii="Calibri" w:hAnsi="Calibri" w:cs="Calibri"/>
      <w:sz w:val="22"/>
      <w:szCs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375656"/>
    <w:rPr>
      <w:vertAlign w:val="superscript"/>
    </w:rPr>
  </w:style>
  <w:style w:type="character" w:styleId="PageNumber">
    <w:name w:val="page number"/>
    <w:basedOn w:val="DefaultParagraphFont"/>
    <w:uiPriority w:val="99"/>
    <w:rsid w:val="00375656"/>
  </w:style>
  <w:style w:type="paragraph" w:styleId="Footer">
    <w:name w:val="footer"/>
    <w:basedOn w:val="Normal"/>
    <w:link w:val="FooterChar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4F70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1</Pages>
  <Words>251</Words>
  <Characters>1436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user</cp:lastModifiedBy>
  <cp:revision>5</cp:revision>
  <cp:lastPrinted>2017-05-29T09:41:00Z</cp:lastPrinted>
  <dcterms:created xsi:type="dcterms:W3CDTF">2018-03-24T08:29:00Z</dcterms:created>
  <dcterms:modified xsi:type="dcterms:W3CDTF">2018-03-26T15:51:00Z</dcterms:modified>
</cp:coreProperties>
</file>